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C4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1BE8F17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B6400">
        <w:rPr>
          <w:rFonts w:ascii="Corbel" w:hAnsi="Corbel"/>
          <w:i/>
          <w:smallCaps/>
          <w:sz w:val="24"/>
          <w:szCs w:val="24"/>
        </w:rPr>
        <w:t xml:space="preserve"> 2019-2024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67B9B57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F31F94">
        <w:rPr>
          <w:rFonts w:ascii="Corbel" w:hAnsi="Corbel"/>
          <w:sz w:val="20"/>
          <w:szCs w:val="20"/>
        </w:rPr>
        <w:t>2020/21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04D17637" w:rsidR="00FB7579" w:rsidRPr="009C54AE" w:rsidRDefault="00417A3A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75421FF8" w:rsidR="00FB7579" w:rsidRPr="009C54AE" w:rsidRDefault="00417A3A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6C415326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5E150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576B79D9" w:rsidR="00FB7579" w:rsidRPr="009C54AE" w:rsidRDefault="005E1501" w:rsidP="005E1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7579" w:rsidRPr="00705B0F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43A90492" w:rsidR="00FB7579" w:rsidRPr="009C54AE" w:rsidRDefault="00396E4F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6FD52AAB" w:rsidR="0085747A" w:rsidRPr="009C54AE" w:rsidRDefault="00033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121AA05" w:rsidR="0085747A" w:rsidRPr="009C54AE" w:rsidRDefault="00033E6F" w:rsidP="00033E6F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4D55F8CC" w:rsidR="00923D7D" w:rsidRPr="009C54AE" w:rsidRDefault="007355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057007AD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5D625CE2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52E4C7" w14:textId="6CC7829E" w:rsidR="009C54AE" w:rsidRDefault="00E22FBC" w:rsidP="00A06E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3CEAC86E" w:rsidR="0085747A" w:rsidRPr="009C54AE" w:rsidRDefault="00204B06" w:rsidP="00A06E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0E6334">
        <w:tc>
          <w:tcPr>
            <w:tcW w:w="1679" w:type="dxa"/>
          </w:tcPr>
          <w:p w14:paraId="2D259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1618067F" w:rsidR="0085747A" w:rsidRPr="009C54AE" w:rsidRDefault="0047474B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</w:tcPr>
          <w:p w14:paraId="1B10F9D3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0E6334">
        <w:tc>
          <w:tcPr>
            <w:tcW w:w="1679" w:type="dxa"/>
          </w:tcPr>
          <w:p w14:paraId="32787B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32BDE425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</w:tcPr>
          <w:p w14:paraId="0D95DE90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0E6334">
        <w:tc>
          <w:tcPr>
            <w:tcW w:w="1679" w:type="dxa"/>
          </w:tcPr>
          <w:p w14:paraId="0DFFA595" w14:textId="2BFC63E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39E62726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</w:tcPr>
          <w:p w14:paraId="6C10E6DB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0E6334">
        <w:tc>
          <w:tcPr>
            <w:tcW w:w="1679" w:type="dxa"/>
          </w:tcPr>
          <w:p w14:paraId="63F1EACA" w14:textId="56F9E81A" w:rsidR="00E31CA4" w:rsidRPr="009C54AE" w:rsidRDefault="000E6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4D78B020" w:rsidR="00E31CA4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</w:tcPr>
          <w:p w14:paraId="6C522EC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828928" w14:textId="77777777" w:rsidTr="00204B06">
        <w:tc>
          <w:tcPr>
            <w:tcW w:w="9520" w:type="dxa"/>
          </w:tcPr>
          <w:p w14:paraId="7E7C2ACA" w14:textId="77777777" w:rsidR="0085747A" w:rsidRPr="00A06E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9C54AE" w14:paraId="191B6F6E" w14:textId="77777777" w:rsidTr="00204B06">
        <w:tc>
          <w:tcPr>
            <w:tcW w:w="9520" w:type="dxa"/>
          </w:tcPr>
          <w:p w14:paraId="36D4B473" w14:textId="7B09778D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Podstawowe problemy psychologii wychowania.</w:t>
            </w:r>
          </w:p>
        </w:tc>
      </w:tr>
      <w:tr w:rsidR="00204B06" w:rsidRPr="009C54AE" w14:paraId="12AA6ECD" w14:textId="77777777" w:rsidTr="00204B06">
        <w:tc>
          <w:tcPr>
            <w:tcW w:w="9520" w:type="dxa"/>
          </w:tcPr>
          <w:p w14:paraId="4C8E85A8" w14:textId="353C4799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Wychowanie jako wspieranie osoby w rozwoju. Dojrzała osobowość jako cel wychowania. Rola wychowania na poszczególnych etapach rozwoju dzieci i młodzieży.</w:t>
            </w:r>
          </w:p>
        </w:tc>
      </w:tr>
      <w:tr w:rsidR="00204B06" w:rsidRPr="009C54AE" w14:paraId="7AFEC081" w14:textId="77777777" w:rsidTr="00204B06">
        <w:tc>
          <w:tcPr>
            <w:tcW w:w="9520" w:type="dxa"/>
          </w:tcPr>
          <w:p w14:paraId="2F69701C" w14:textId="6493774C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Koncepcje oraz style wychowania i ich praktyczne konsekwencje.</w:t>
            </w:r>
          </w:p>
        </w:tc>
      </w:tr>
      <w:tr w:rsidR="00204B06" w:rsidRPr="009C54AE" w14:paraId="2370BEEA" w14:textId="77777777" w:rsidTr="00204B06">
        <w:tc>
          <w:tcPr>
            <w:tcW w:w="9520" w:type="dxa"/>
          </w:tcPr>
          <w:p w14:paraId="61F8DE30" w14:textId="05168091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Mechanizmy i techniki wychowawcze.</w:t>
            </w:r>
          </w:p>
        </w:tc>
      </w:tr>
      <w:tr w:rsidR="00204B06" w:rsidRPr="009C54AE" w14:paraId="693970B8" w14:textId="77777777" w:rsidTr="00204B06">
        <w:tc>
          <w:tcPr>
            <w:tcW w:w="9520" w:type="dxa"/>
          </w:tcPr>
          <w:p w14:paraId="3758EAEE" w14:textId="2BCE8341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Wychowawcze i antywychowawcze oddziaływanie mediów.</w:t>
            </w:r>
          </w:p>
        </w:tc>
      </w:tr>
      <w:tr w:rsidR="00204B06" w:rsidRPr="009C54AE" w14:paraId="1161B7D3" w14:textId="77777777" w:rsidTr="00204B06">
        <w:tc>
          <w:tcPr>
            <w:tcW w:w="9520" w:type="dxa"/>
          </w:tcPr>
          <w:p w14:paraId="5BA62EE4" w14:textId="2C8E0E4F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Stereotypy i uprzedzenia. Źródła uprzedzeń i ich przezwyciężanie.</w:t>
            </w:r>
          </w:p>
        </w:tc>
      </w:tr>
      <w:tr w:rsidR="00204B06" w:rsidRPr="009C54AE" w14:paraId="6888914F" w14:textId="77777777" w:rsidTr="00204B06">
        <w:tc>
          <w:tcPr>
            <w:tcW w:w="9520" w:type="dxa"/>
          </w:tcPr>
          <w:p w14:paraId="6081A44A" w14:textId="60C7C14B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Przemoc w rodzinie, instytucjach edukacyjnych i opiekuńczo-wychowawczych: formy, uwarunkowania, profilaktyka.</w:t>
            </w:r>
          </w:p>
        </w:tc>
      </w:tr>
      <w:tr w:rsidR="00204B06" w:rsidRPr="009C54AE" w14:paraId="343DD4C3" w14:textId="77777777" w:rsidTr="00204B06">
        <w:tc>
          <w:tcPr>
            <w:tcW w:w="9520" w:type="dxa"/>
          </w:tcPr>
          <w:p w14:paraId="5A3B6927" w14:textId="6A4F36DB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Zachowania prospołeczne i ich uwarunkowania. Wychowanie do życzliwości.</w:t>
            </w:r>
          </w:p>
        </w:tc>
      </w:tr>
      <w:tr w:rsidR="00204B06" w:rsidRPr="009C54AE" w14:paraId="0A5C6EBA" w14:textId="77777777" w:rsidTr="00204B06">
        <w:tc>
          <w:tcPr>
            <w:tcW w:w="9520" w:type="dxa"/>
          </w:tcPr>
          <w:p w14:paraId="4317FD47" w14:textId="7BF85CE0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Różnice indywidualne w rozwoju dzieci i młodzieży jako przesłanka dla zróżnicowania oddziaływań wychowawczych.</w:t>
            </w:r>
          </w:p>
        </w:tc>
      </w:tr>
    </w:tbl>
    <w:p w14:paraId="1A2C09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A06E19" w14:paraId="31D393DA" w14:textId="77777777" w:rsidTr="00204B06">
        <w:tc>
          <w:tcPr>
            <w:tcW w:w="9520" w:type="dxa"/>
          </w:tcPr>
          <w:p w14:paraId="1F238C8C" w14:textId="5EE277AE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Style wychowania i ich konsekwencje w rozwoju dziecka.</w:t>
            </w:r>
          </w:p>
        </w:tc>
      </w:tr>
      <w:tr w:rsidR="00204B06" w:rsidRPr="00A06E19" w14:paraId="3B263083" w14:textId="77777777" w:rsidTr="00204B06">
        <w:tc>
          <w:tcPr>
            <w:tcW w:w="9520" w:type="dxa"/>
          </w:tcPr>
          <w:p w14:paraId="1CDBE67E" w14:textId="3116461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Transmisja oddziaływań wychowawczych-mechanizmy i techniki wychowawcze.</w:t>
            </w:r>
          </w:p>
        </w:tc>
      </w:tr>
      <w:tr w:rsidR="00204B06" w:rsidRPr="00A06E19" w14:paraId="3A3BB0C6" w14:textId="77777777" w:rsidTr="00204B06">
        <w:tc>
          <w:tcPr>
            <w:tcW w:w="9520" w:type="dxa"/>
          </w:tcPr>
          <w:p w14:paraId="431FE908" w14:textId="3E8BF88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Komunikacja międzyludzka, zasady skutecznej komunikacji, zakłócenia w procesie komunikacji.</w:t>
            </w:r>
          </w:p>
        </w:tc>
      </w:tr>
      <w:tr w:rsidR="00204B06" w:rsidRPr="00A06E19" w14:paraId="5AC07370" w14:textId="77777777" w:rsidTr="00204B06">
        <w:tc>
          <w:tcPr>
            <w:tcW w:w="9520" w:type="dxa"/>
          </w:tcPr>
          <w:p w14:paraId="183F983F" w14:textId="1ACA763D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6E19">
              <w:rPr>
                <w:rFonts w:ascii="Corbel" w:hAnsi="Corbel" w:cs="Arial"/>
                <w:sz w:val="24"/>
                <w:szCs w:val="24"/>
              </w:rPr>
              <w:t>Sytuacje konfliktowe w relacji dorosły-dziecko i sposoby ich rozwiązywania.</w:t>
            </w:r>
          </w:p>
        </w:tc>
      </w:tr>
      <w:tr w:rsidR="00204B06" w:rsidRPr="00A06E19" w14:paraId="02282139" w14:textId="77777777" w:rsidTr="00204B06">
        <w:tc>
          <w:tcPr>
            <w:tcW w:w="9520" w:type="dxa"/>
          </w:tcPr>
          <w:p w14:paraId="241985A0" w14:textId="6426CD2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Przeciwdziałanie agresji w szkole - program profilaktyczny.</w:t>
            </w:r>
          </w:p>
        </w:tc>
      </w:tr>
      <w:tr w:rsidR="00204B06" w:rsidRPr="00A06E19" w14:paraId="082C3F48" w14:textId="77777777" w:rsidTr="00204B06">
        <w:tc>
          <w:tcPr>
            <w:tcW w:w="9520" w:type="dxa"/>
          </w:tcPr>
          <w:p w14:paraId="588F2FDE" w14:textId="3F999747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Różnice indywidualne w rozwoju dziecka a wychowanie – studia przypadku.</w:t>
            </w:r>
          </w:p>
        </w:tc>
      </w:tr>
    </w:tbl>
    <w:p w14:paraId="1EF95FBE" w14:textId="77777777" w:rsidR="0085747A" w:rsidRPr="00A06E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A06E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A06E19">
        <w:rPr>
          <w:rFonts w:ascii="Corbel" w:hAnsi="Corbel"/>
          <w:b w:val="0"/>
          <w:smallCaps w:val="0"/>
          <w:szCs w:val="24"/>
        </w:rPr>
        <w:t>W</w:t>
      </w:r>
      <w:r w:rsidR="0085747A" w:rsidRPr="00A06E19">
        <w:rPr>
          <w:rFonts w:ascii="Corbel" w:hAnsi="Corbel"/>
          <w:b w:val="0"/>
          <w:smallCaps w:val="0"/>
          <w:szCs w:val="24"/>
        </w:rPr>
        <w:t>ykład</w:t>
      </w:r>
      <w:r w:rsidRPr="00A06E19">
        <w:rPr>
          <w:rFonts w:ascii="Corbel" w:hAnsi="Corbel"/>
          <w:b w:val="0"/>
          <w:smallCaps w:val="0"/>
          <w:szCs w:val="24"/>
        </w:rPr>
        <w:t>: wykład</w:t>
      </w:r>
      <w:r w:rsidR="0085747A" w:rsidRPr="00A06E1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A06E1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A06E19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A06E19">
        <w:rPr>
          <w:rFonts w:ascii="Corbel" w:hAnsi="Corbel"/>
          <w:b w:val="0"/>
          <w:smallCaps w:val="0"/>
          <w:szCs w:val="24"/>
        </w:rPr>
        <w:t>.</w:t>
      </w:r>
    </w:p>
    <w:p w14:paraId="3363EB13" w14:textId="546C807A" w:rsidR="0085747A" w:rsidRPr="00153C41" w:rsidRDefault="00153C41" w:rsidP="003E45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6E19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A06E19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</w:t>
      </w:r>
      <w:r w:rsidR="003E452E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1D8A1AEB" w14:textId="7CD31037" w:rsidR="0085747A" w:rsidRPr="009C54AE" w:rsidRDefault="000E6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77B997EC" w14:textId="77777777" w:rsidTr="00F31F94">
        <w:tc>
          <w:tcPr>
            <w:tcW w:w="5103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F31F94">
        <w:tc>
          <w:tcPr>
            <w:tcW w:w="5103" w:type="dxa"/>
          </w:tcPr>
          <w:p w14:paraId="260626E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550E602D" w14:textId="5715439A" w:rsidR="0085747A" w:rsidRPr="009C54AE" w:rsidRDefault="00396E4F" w:rsidP="00F3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77A53845" w14:textId="77777777" w:rsidTr="00F31F94">
        <w:tc>
          <w:tcPr>
            <w:tcW w:w="5103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2B0B9D7B" w14:textId="3B8E1755" w:rsidR="00C61DC5" w:rsidRPr="009C54AE" w:rsidRDefault="0003156D" w:rsidP="00F3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F31F94">
        <w:tc>
          <w:tcPr>
            <w:tcW w:w="5103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A1802" w14:textId="0C837EC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</w:t>
            </w:r>
            <w:r w:rsidR="00F31F94">
              <w:rPr>
                <w:rFonts w:ascii="Corbel" w:hAnsi="Corbel"/>
                <w:sz w:val="24"/>
                <w:szCs w:val="24"/>
              </w:rPr>
              <w:t>e do zajęć, egzaminu,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7617CEC1" w14:textId="43E8A894" w:rsidR="00C61DC5" w:rsidRPr="009C54AE" w:rsidRDefault="00396E4F" w:rsidP="00F3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4EB2411C" w14:textId="77777777" w:rsidTr="00F31F94">
        <w:tc>
          <w:tcPr>
            <w:tcW w:w="5103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5025A185" w14:textId="0A6EB76B" w:rsidR="0085747A" w:rsidRPr="009C54AE" w:rsidRDefault="0003156D" w:rsidP="00F3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F31F94">
        <w:tc>
          <w:tcPr>
            <w:tcW w:w="5103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5AD90B2F" w14:textId="1AC6D76C" w:rsidR="0085747A" w:rsidRPr="009C54AE" w:rsidRDefault="00204B06" w:rsidP="00F3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193F2450" w:rsidR="003E452E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371EB6A" w:rsidR="00204B06" w:rsidRPr="009C54A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495C1B5" w14:textId="54900B45" w:rsidR="00204B06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FEF833" w14:textId="77777777" w:rsidR="00A06E19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Rodzina.</w:t>
            </w:r>
          </w:p>
          <w:p w14:paraId="6CA26D36" w14:textId="1884AEF2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7777777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46129F6" w:rsidR="003E452E" w:rsidRPr="00204B06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ADDE7" w14:textId="77777777" w:rsidR="0081739A" w:rsidRDefault="0081739A" w:rsidP="00C16ABF">
      <w:pPr>
        <w:spacing w:after="0" w:line="240" w:lineRule="auto"/>
      </w:pPr>
      <w:r>
        <w:separator/>
      </w:r>
    </w:p>
  </w:endnote>
  <w:endnote w:type="continuationSeparator" w:id="0">
    <w:p w14:paraId="5195C015" w14:textId="77777777" w:rsidR="0081739A" w:rsidRDefault="008173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D298A" w14:textId="77777777" w:rsidR="0081739A" w:rsidRDefault="0081739A" w:rsidP="00C16ABF">
      <w:pPr>
        <w:spacing w:after="0" w:line="240" w:lineRule="auto"/>
      </w:pPr>
      <w:r>
        <w:separator/>
      </w:r>
    </w:p>
  </w:footnote>
  <w:footnote w:type="continuationSeparator" w:id="0">
    <w:p w14:paraId="4A9C0B22" w14:textId="77777777" w:rsidR="0081739A" w:rsidRDefault="0081739A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834A37"/>
    <w:multiLevelType w:val="hybridMultilevel"/>
    <w:tmpl w:val="843A0D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33E6F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47BCF"/>
    <w:rsid w:val="003503F6"/>
    <w:rsid w:val="003530DD"/>
    <w:rsid w:val="00363F78"/>
    <w:rsid w:val="00396E4F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17A3A"/>
    <w:rsid w:val="0042244A"/>
    <w:rsid w:val="004246FF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74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5DD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C080F"/>
    <w:rsid w:val="005C55E5"/>
    <w:rsid w:val="005C696A"/>
    <w:rsid w:val="005E1501"/>
    <w:rsid w:val="005E6E85"/>
    <w:rsid w:val="005F31D2"/>
    <w:rsid w:val="00604F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6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1739A"/>
    <w:rsid w:val="008449B3"/>
    <w:rsid w:val="0085747A"/>
    <w:rsid w:val="00884922"/>
    <w:rsid w:val="00885F64"/>
    <w:rsid w:val="008917F9"/>
    <w:rsid w:val="008A45F7"/>
    <w:rsid w:val="008C0CC0"/>
    <w:rsid w:val="008C19A9"/>
    <w:rsid w:val="008C28F3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06E1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3E0"/>
    <w:rsid w:val="00BF2C41"/>
    <w:rsid w:val="00C058B4"/>
    <w:rsid w:val="00C05F44"/>
    <w:rsid w:val="00C131B5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4313"/>
    <w:rsid w:val="00CC65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960BB"/>
    <w:rsid w:val="00EA2074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31F94"/>
    <w:rsid w:val="00F526AF"/>
    <w:rsid w:val="00F617C3"/>
    <w:rsid w:val="00F7066B"/>
    <w:rsid w:val="00F777D9"/>
    <w:rsid w:val="00F83B28"/>
    <w:rsid w:val="00FA46E5"/>
    <w:rsid w:val="00FB6400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A0466-E8C0-45AC-B244-BBDAD10C1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865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2019-10-24T04:00:00Z</dcterms:created>
  <dcterms:modified xsi:type="dcterms:W3CDTF">2021-01-21T09:48:00Z</dcterms:modified>
</cp:coreProperties>
</file>